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CBD95" w14:textId="77777777" w:rsidR="006E5D65" w:rsidRPr="00981FA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81FA2">
        <w:rPr>
          <w:rFonts w:ascii="Corbel" w:hAnsi="Corbel"/>
          <w:bCs/>
          <w:i/>
        </w:rPr>
        <w:t xml:space="preserve">Załącznik nr </w:t>
      </w:r>
      <w:r w:rsidR="006F31E2" w:rsidRPr="00981FA2">
        <w:rPr>
          <w:rFonts w:ascii="Corbel" w:hAnsi="Corbel"/>
          <w:bCs/>
          <w:i/>
        </w:rPr>
        <w:t>1.5</w:t>
      </w:r>
      <w:r w:rsidR="00D8678B" w:rsidRPr="00981FA2">
        <w:rPr>
          <w:rFonts w:ascii="Corbel" w:hAnsi="Corbel"/>
          <w:bCs/>
          <w:i/>
        </w:rPr>
        <w:t xml:space="preserve"> do Zarządzenia</w:t>
      </w:r>
      <w:r w:rsidR="002A22BF" w:rsidRPr="00981FA2">
        <w:rPr>
          <w:rFonts w:ascii="Corbel" w:hAnsi="Corbel"/>
          <w:bCs/>
          <w:i/>
        </w:rPr>
        <w:t xml:space="preserve"> Rektora UR </w:t>
      </w:r>
      <w:r w:rsidRPr="00981FA2">
        <w:rPr>
          <w:rFonts w:ascii="Corbel" w:hAnsi="Corbel"/>
          <w:bCs/>
          <w:i/>
        </w:rPr>
        <w:t xml:space="preserve"> nr </w:t>
      </w:r>
      <w:r w:rsidR="00F17567" w:rsidRPr="00981FA2">
        <w:rPr>
          <w:rFonts w:ascii="Corbel" w:hAnsi="Corbel"/>
          <w:bCs/>
          <w:i/>
        </w:rPr>
        <w:t>12/2019</w:t>
      </w: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C62DB0B" w14:textId="6B7F5614" w:rsidR="00DC6D0C" w:rsidRPr="00981FA2" w:rsidRDefault="0071620A" w:rsidP="00AD31E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202</w:t>
      </w:r>
      <w:r w:rsidR="00A050B0">
        <w:rPr>
          <w:rFonts w:ascii="Corbel" w:hAnsi="Corbel"/>
          <w:i/>
          <w:smallCaps/>
          <w:sz w:val="24"/>
          <w:szCs w:val="24"/>
        </w:rPr>
        <w:t>1</w:t>
      </w:r>
      <w:r w:rsidR="00DC6D0C" w:rsidRPr="00981FA2">
        <w:rPr>
          <w:rFonts w:ascii="Corbel" w:hAnsi="Corbel"/>
          <w:i/>
          <w:smallCaps/>
          <w:sz w:val="24"/>
          <w:szCs w:val="24"/>
        </w:rPr>
        <w:t>-202</w:t>
      </w:r>
      <w:r w:rsidR="00A050B0">
        <w:rPr>
          <w:rFonts w:ascii="Corbel" w:hAnsi="Corbel"/>
          <w:i/>
          <w:smallCaps/>
          <w:sz w:val="24"/>
          <w:szCs w:val="24"/>
        </w:rPr>
        <w:t>3</w:t>
      </w:r>
    </w:p>
    <w:p w14:paraId="539A9D21" w14:textId="598B4B0C" w:rsidR="0085747A" w:rsidRPr="00981FA2" w:rsidRDefault="003E307C" w:rsidP="003E307C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sz w:val="20"/>
          <w:szCs w:val="20"/>
        </w:rPr>
        <w:t>Rok akademicki: 202</w:t>
      </w:r>
      <w:r w:rsidR="00A050B0">
        <w:rPr>
          <w:rFonts w:ascii="Corbel" w:hAnsi="Corbel"/>
          <w:sz w:val="20"/>
          <w:szCs w:val="20"/>
        </w:rPr>
        <w:t>1</w:t>
      </w:r>
      <w:r w:rsidRPr="00981FA2">
        <w:rPr>
          <w:rFonts w:ascii="Corbel" w:hAnsi="Corbel"/>
          <w:sz w:val="20"/>
          <w:szCs w:val="20"/>
        </w:rPr>
        <w:t>/202</w:t>
      </w:r>
      <w:r w:rsidR="00A050B0">
        <w:rPr>
          <w:rFonts w:ascii="Corbel" w:hAnsi="Corbel"/>
          <w:sz w:val="20"/>
          <w:szCs w:val="20"/>
        </w:rPr>
        <w:t>2</w:t>
      </w:r>
      <w:bookmarkStart w:id="0" w:name="_GoBack"/>
      <w:bookmarkEnd w:id="0"/>
      <w:r w:rsidRPr="00981FA2">
        <w:rPr>
          <w:rFonts w:ascii="Corbel" w:hAnsi="Corbel"/>
          <w:sz w:val="20"/>
          <w:szCs w:val="20"/>
        </w:rPr>
        <w:t xml:space="preserve"> </w:t>
      </w:r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00B819C8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Rynek kapitałowy i finansowy</w:t>
            </w:r>
          </w:p>
        </w:tc>
      </w:tr>
      <w:tr w:rsidR="0085747A" w:rsidRPr="00981FA2" w14:paraId="16FAC73E" w14:textId="77777777" w:rsidTr="00B819C8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00B819C8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00B819C8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00B819C8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00B819C8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00B819C8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1FA2" w14:paraId="05AA4C1C" w14:textId="77777777" w:rsidTr="00B819C8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1FA2" w14:paraId="468D995F" w14:textId="77777777" w:rsidTr="00B819C8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00B819C8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00B819C8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00B819C8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81FA2" w14:paraId="10B41D0A" w14:textId="77777777" w:rsidTr="00B819C8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Tomasz Potocki, prof. UR, Dr Krzysztof Nowak, Mgr Magdalena Suraj</w:t>
            </w:r>
          </w:p>
        </w:tc>
      </w:tr>
    </w:tbl>
    <w:p w14:paraId="68CACF83" w14:textId="77777777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Pr="00981FA2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81FA2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Wykł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Konw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Sem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Prakt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2EC3" w:rsidRPr="00981FA2" w14:paraId="6EAAA585" w14:textId="77777777" w:rsidTr="00E05FF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56E29AFD" w:rsidR="006E2EC3" w:rsidRPr="00981FA2" w:rsidRDefault="00E05FF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81FA2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przedmiotu </w:t>
      </w:r>
      <w:r w:rsidRPr="00981FA2">
        <w:rPr>
          <w:rFonts w:ascii="Corbel" w:hAnsi="Corbel"/>
          <w:smallCaps w:val="0"/>
          <w:szCs w:val="24"/>
        </w:rPr>
        <w:t xml:space="preserve"> (z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II oraz Ekonomia Międzynarodowa. Znajomość podstawowych zagadnień i kategorii dotyczących 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lastRenderedPageBreak/>
        <w:t>3.</w:t>
      </w:r>
      <w:r w:rsidR="00A84C85" w:rsidRPr="00981FA2">
        <w:rPr>
          <w:rFonts w:ascii="Corbel" w:hAnsi="Corbel"/>
          <w:szCs w:val="24"/>
        </w:rPr>
        <w:t>cele, efekty uczenia się</w:t>
      </w:r>
      <w:r w:rsidR="0085747A" w:rsidRPr="00981FA2">
        <w:rPr>
          <w:rFonts w:ascii="Corbel" w:hAnsi="Corbel"/>
          <w:szCs w:val="24"/>
        </w:rPr>
        <w:t xml:space="preserve"> ,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 Charakterystyka  kategorii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zna zasady konstrukcji portfela inwestycyjnego oraz formułowania strategii zabezpieczających, </w:t>
            </w: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8CF211A" w14:textId="77777777" w:rsidTr="00B25892">
        <w:tc>
          <w:tcPr>
            <w:tcW w:w="9520" w:type="dxa"/>
          </w:tcPr>
          <w:p w14:paraId="1F69CC4B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Istota i podział rynku finansowego. Segmenty rynku finansowego i ich znaczenie dla systemu gospodarczego. System finansowy a rynek finansowy. Podmioty i instrumenty rynku finansowego– charakterystyka ogólna.</w:t>
            </w:r>
          </w:p>
        </w:tc>
      </w:tr>
      <w:tr w:rsidR="00B25892" w:rsidRPr="00981FA2" w14:paraId="12A1A164" w14:textId="77777777" w:rsidTr="00B25892">
        <w:tc>
          <w:tcPr>
            <w:tcW w:w="9520" w:type="dxa"/>
          </w:tcPr>
          <w:p w14:paraId="7D35C3B3" w14:textId="77777777" w:rsidR="00B25892" w:rsidRPr="00981FA2" w:rsidRDefault="00B25892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pieniężny. Rola w systemie gospodarczym i finansowym. Uczestnicy i przedmiot wymiany. Charakterystyka instrumentów rynku pieniężnego i zasady ich obrotu. Polityka pieniężna banku centralnego a rynek pieniężny.</w:t>
            </w:r>
            <w:r w:rsidR="005D5AA1"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5892" w:rsidRPr="00981FA2" w14:paraId="2603D4F9" w14:textId="77777777" w:rsidTr="00B25892">
        <w:tc>
          <w:tcPr>
            <w:tcW w:w="9520" w:type="dxa"/>
          </w:tcPr>
          <w:p w14:paraId="5DB93A70" w14:textId="77777777" w:rsidR="00B25892" w:rsidRPr="00981FA2" w:rsidRDefault="00B25892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kapitałowy i jego istota. Uczestnicy rynku kapitałowego i przedmiot wymiany. Rynek pierwotny i rynek wtórny. Rynek pozagiełdowy i giełdowy. Funkcje rynku kapitałowego.</w:t>
            </w:r>
          </w:p>
        </w:tc>
      </w:tr>
      <w:tr w:rsidR="005D5AA1" w:rsidRPr="00981FA2" w14:paraId="43D71087" w14:textId="77777777" w:rsidTr="00B25892">
        <w:tc>
          <w:tcPr>
            <w:tcW w:w="9520" w:type="dxa"/>
          </w:tcPr>
          <w:p w14:paraId="7C0E18B7" w14:textId="77777777" w:rsidR="005D5AA1" w:rsidRPr="00981FA2" w:rsidRDefault="005D5AA1" w:rsidP="00B2589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Rynek walutowy i rynek terminowy, jako elementy rynku finansowego.</w:t>
            </w:r>
          </w:p>
        </w:tc>
      </w:tr>
      <w:tr w:rsidR="005D5AA1" w:rsidRPr="00981FA2" w14:paraId="596F086E" w14:textId="77777777" w:rsidTr="00B25892">
        <w:tc>
          <w:tcPr>
            <w:tcW w:w="9520" w:type="dxa"/>
          </w:tcPr>
          <w:p w14:paraId="2CA1E230" w14:textId="77777777" w:rsidR="005D5AA1" w:rsidRPr="00981FA2" w:rsidRDefault="005D5AA1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systemu bankowego jako elementu systemu finansowego. Organizacja systemu bankowego. Banki i inne instytucje systemu bankowego – rola i zadania. Struktura i funkcje systemu bankowego. Podział banków.</w:t>
            </w:r>
          </w:p>
        </w:tc>
      </w:tr>
      <w:tr w:rsidR="005D5AA1" w:rsidRPr="00981FA2" w14:paraId="77B1FCB6" w14:textId="77777777" w:rsidTr="00B25892">
        <w:tc>
          <w:tcPr>
            <w:tcW w:w="9520" w:type="dxa"/>
          </w:tcPr>
          <w:p w14:paraId="13A33842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Fundusze inwestycyjne i fundusze emerytalne na rynku finansowym. Znaczenie dla rynku finansowego i systemu społeczno-gospodarczego. Rodzaje i charakterystyka działalności funduszy inwestycyjnych i emerytalnych.</w:t>
            </w:r>
          </w:p>
        </w:tc>
      </w:tr>
      <w:tr w:rsidR="005D5AA1" w:rsidRPr="00981FA2" w14:paraId="588D69AC" w14:textId="77777777" w:rsidTr="00B25892">
        <w:tc>
          <w:tcPr>
            <w:tcW w:w="9520" w:type="dxa"/>
          </w:tcPr>
          <w:p w14:paraId="0238CFED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Rola instytucje nadzorujących, rozliczające i pośredniczące publiczny rynek kapitałowy.</w:t>
            </w:r>
          </w:p>
        </w:tc>
      </w:tr>
      <w:tr w:rsidR="005D5AA1" w:rsidRPr="00981FA2" w14:paraId="7BEBE19A" w14:textId="77777777" w:rsidTr="00B25892">
        <w:tc>
          <w:tcPr>
            <w:tcW w:w="9520" w:type="dxa"/>
          </w:tcPr>
          <w:p w14:paraId="441BDCA1" w14:textId="77777777" w:rsidR="005D5AA1" w:rsidRPr="00981FA2" w:rsidRDefault="005D5AA1" w:rsidP="005D5AA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Teorie rynku finansowego w nurcie finansów głównego nurtu i finansów behawioralnych. Istota ryzyka na rynku finansowym. Ryzyko inwestowania na rynku kapitałowym.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5892" w:rsidRPr="00981FA2" w14:paraId="3DE8B30C" w14:textId="77777777" w:rsidTr="00B25892">
        <w:tc>
          <w:tcPr>
            <w:tcW w:w="9520" w:type="dxa"/>
          </w:tcPr>
          <w:p w14:paraId="472A5416" w14:textId="77777777" w:rsidR="00B25892" w:rsidRPr="00981FA2" w:rsidRDefault="00B25892" w:rsidP="005D5AA1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Miejsce przedsiębiorstwa na rynku kapitałowym (jako emitenta, inwestora, pośrednika).</w:t>
            </w:r>
          </w:p>
        </w:tc>
      </w:tr>
      <w:tr w:rsidR="00B25892" w:rsidRPr="00981FA2" w14:paraId="11A406AB" w14:textId="77777777" w:rsidTr="00D10426">
        <w:tc>
          <w:tcPr>
            <w:tcW w:w="9520" w:type="dxa"/>
          </w:tcPr>
          <w:p w14:paraId="2329B225" w14:textId="77777777" w:rsidR="00B25892" w:rsidRPr="00981FA2" w:rsidRDefault="00B25892" w:rsidP="00D1042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Giełda papierów wartościowych jako forma rynku kapitałowego. Zasady funkcjonowania giełdy papierów wartościowych. Instrumenty będące przedmiotem obrotu i zasady wymiany. Systemy notowań na przykładzie Giełdy Papierów Wartościowych w Warszawie.</w:t>
            </w:r>
          </w:p>
        </w:tc>
      </w:tr>
      <w:tr w:rsidR="00B25892" w:rsidRPr="00981FA2" w14:paraId="140322FB" w14:textId="77777777" w:rsidTr="00B25892">
        <w:tc>
          <w:tcPr>
            <w:tcW w:w="9520" w:type="dxa"/>
          </w:tcPr>
          <w:p w14:paraId="5CA07DB3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Instrumenty pochodne, proces sekurytyzacji, instrumenty strukturyzowane, fundusze specjalnego przeznaczenia</w:t>
            </w:r>
            <w:r w:rsidR="003D6574" w:rsidRPr="00981FA2">
              <w:rPr>
                <w:rFonts w:ascii="Corbel" w:hAnsi="Corbel"/>
                <w:color w:val="000000"/>
                <w:sz w:val="24"/>
                <w:szCs w:val="24"/>
              </w:rPr>
              <w:t>, inwestycje alternatywne.</w:t>
            </w:r>
          </w:p>
        </w:tc>
      </w:tr>
      <w:tr w:rsidR="00B25892" w:rsidRPr="00981FA2" w14:paraId="5C2A010B" w14:textId="77777777" w:rsidTr="00B25892">
        <w:tc>
          <w:tcPr>
            <w:tcW w:w="9520" w:type="dxa"/>
          </w:tcPr>
          <w:p w14:paraId="5761C0B0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Charakterystyka inwestycji i ryzyko w inwestycjach. Zasady inwestowania. Ryzyko finansowe i jego determinanty. Teoria portfelowa. Zachowania inwestorów wg teorii neoliberalnej i behawioralnej (heurystyki).</w:t>
            </w:r>
          </w:p>
        </w:tc>
      </w:tr>
      <w:tr w:rsidR="00B25892" w:rsidRPr="00981FA2" w14:paraId="3758B484" w14:textId="77777777" w:rsidTr="00B25892">
        <w:tc>
          <w:tcPr>
            <w:tcW w:w="9520" w:type="dxa"/>
          </w:tcPr>
          <w:p w14:paraId="5276EC6B" w14:textId="77777777" w:rsidR="00B25892" w:rsidRPr="00981FA2" w:rsidRDefault="00B25892" w:rsidP="00B25892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Współczesne problemy rynku finansowego. Przyczyny kryzysów finansowych i bankowych. Doświadczenia i wnioski wynikające z kryzysów.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121E" w:rsidRPr="00981FA2" w14:paraId="0E3DDB44" w14:textId="77777777" w:rsidTr="5778B826">
        <w:tc>
          <w:tcPr>
            <w:tcW w:w="1962" w:type="dxa"/>
          </w:tcPr>
          <w:p w14:paraId="6DDD42E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7C4322F" w:rsidR="0067121E" w:rsidRPr="00981FA2" w:rsidRDefault="0067121E" w:rsidP="00EA7062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13372D03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13372D03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67121E" w:rsidRPr="00981FA2" w:rsidRDefault="0067121E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7121E" w:rsidRPr="00981FA2" w14:paraId="73B52C58" w14:textId="77777777" w:rsidTr="5778B826">
        <w:tc>
          <w:tcPr>
            <w:tcW w:w="1962" w:type="dxa"/>
          </w:tcPr>
          <w:p w14:paraId="76117F50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264DAD0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="2228242C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513A671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13A6715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4F1BA99D" w14:textId="77777777" w:rsidTr="5778B826">
        <w:tc>
          <w:tcPr>
            <w:tcW w:w="1962" w:type="dxa"/>
          </w:tcPr>
          <w:p w14:paraId="08732309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15DB9EF9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67121E" w:rsidRPr="00981FA2" w14:paraId="6DA3987F" w14:textId="77777777" w:rsidTr="5778B826">
        <w:tc>
          <w:tcPr>
            <w:tcW w:w="1962" w:type="dxa"/>
          </w:tcPr>
          <w:p w14:paraId="7346BFCD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67EF48EE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</w:t>
            </w:r>
            <w:r w:rsidR="5B131B22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75592E1A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5592E1A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04DFEC70" w14:textId="77777777" w:rsidTr="5778B826">
        <w:tc>
          <w:tcPr>
            <w:tcW w:w="1962" w:type="dxa"/>
          </w:tcPr>
          <w:p w14:paraId="381E1F72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CD7B712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</w:t>
            </w:r>
            <w:r w:rsidR="468095DB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68095DB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7121E" w:rsidRPr="00981FA2" w14:paraId="3A26730A" w14:textId="77777777" w:rsidTr="5778B826">
        <w:tc>
          <w:tcPr>
            <w:tcW w:w="1962" w:type="dxa"/>
          </w:tcPr>
          <w:p w14:paraId="1D7E437B" w14:textId="77777777" w:rsidR="0067121E" w:rsidRPr="00981FA2" w:rsidRDefault="0067121E" w:rsidP="00EA7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49687F23" w:rsidR="0067121E" w:rsidRPr="00981FA2" w:rsidRDefault="0067121E" w:rsidP="00EA706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Egzamin, Kolokwium,</w:t>
            </w:r>
            <w:r w:rsidR="3CAE3AF4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B556ED5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  <w:r w:rsidR="00C026AD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/referat</w:t>
            </w:r>
            <w:r w:rsidR="410C8217"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410C8217" w:rsidRPr="00981FA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67121E" w:rsidRPr="00981FA2" w:rsidRDefault="0067121E" w:rsidP="00EA706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7B866632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6E0B75E3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</w:p>
          <w:p w14:paraId="48B66A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927F16E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liczbie punktów z egzaminu odpowiadają oceny wg skali:</w:t>
            </w:r>
          </w:p>
          <w:p w14:paraId="2C65B65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51210D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311CAFAB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79% - ocena 3,5 </w:t>
            </w:r>
          </w:p>
          <w:p w14:paraId="348C095D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80% do 83% - ocena 4,0 </w:t>
            </w:r>
          </w:p>
          <w:p w14:paraId="7B50113E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84% do 92% - ocena 4,5 </w:t>
            </w:r>
          </w:p>
          <w:p w14:paraId="49B27D4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93% do 100% - ocena 5,0 </w:t>
            </w:r>
          </w:p>
          <w:p w14:paraId="5F7CA2BF" w14:textId="77777777" w:rsidR="00667D93" w:rsidRPr="00981FA2" w:rsidRDefault="00667D93" w:rsidP="00667D9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Ćwiczenia: </w:t>
            </w:r>
          </w:p>
          <w:p w14:paraId="4B7C5BB1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Na ocenę składa się suma punktów uzyskanych z:</w:t>
            </w:r>
          </w:p>
          <w:p w14:paraId="7CD67B20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pisemnego (max 16 pkt), weryfikującego stopień opanowania przez studentów materiału podanego w trakcie ćwiczeń oraz wskazanej literatury,</w:t>
            </w:r>
          </w:p>
          <w:p w14:paraId="4B3E750F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361D92CC" w14:textId="77777777" w:rsidR="00667D93" w:rsidRPr="00981FA2" w:rsidRDefault="00667D93" w:rsidP="00667D9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2795677D" w14:textId="77777777" w:rsidR="00667D93" w:rsidRPr="00981FA2" w:rsidRDefault="00667D93" w:rsidP="00667D9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Uzyskanej łącznej liczbie punktów odpowiadają oceny wg skali:</w:t>
            </w:r>
          </w:p>
          <w:p w14:paraId="29AFF5E9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do 50% - ocena 2,0 </w:t>
            </w:r>
          </w:p>
          <w:p w14:paraId="5E79BAC4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50% +0,5 pkt do 69% - ocena 3,0</w:t>
            </w:r>
          </w:p>
          <w:p w14:paraId="7EFEEA35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70% do 77% - ocena 3,5 </w:t>
            </w:r>
          </w:p>
          <w:p w14:paraId="146C00DF" w14:textId="77777777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78% do 84% - ocena 4,0 </w:t>
            </w:r>
          </w:p>
          <w:p w14:paraId="0E6A2A2E" w14:textId="1C4BD13B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od 85% do 92% - ocena 4,5 </w:t>
            </w:r>
          </w:p>
          <w:p w14:paraId="5862BD76" w14:textId="19E0DEE9" w:rsidR="00667D93" w:rsidRPr="00981FA2" w:rsidRDefault="00667D93" w:rsidP="00667D9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od 93% do 100% - ocena 5,0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1FA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1FA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1FA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1F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52D4FDCF" w:rsidR="0067121E" w:rsidRPr="00981FA2" w:rsidRDefault="0067121E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akcji :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Wyd. 2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dziernika 2010 roku. Warszawa : Komisja Nadzoru Finansowego CEDUR, 2010.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-Dyduch  M.,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C.H.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Karpuś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sztuki :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Warszawa,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D3265" w14:textId="77777777" w:rsidR="00FE489B" w:rsidRDefault="00FE489B" w:rsidP="00C16ABF">
      <w:pPr>
        <w:spacing w:after="0" w:line="240" w:lineRule="auto"/>
      </w:pPr>
      <w:r>
        <w:separator/>
      </w:r>
    </w:p>
  </w:endnote>
  <w:endnote w:type="continuationSeparator" w:id="0">
    <w:p w14:paraId="11C9296E" w14:textId="77777777" w:rsidR="00FE489B" w:rsidRDefault="00FE48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3911D" w14:textId="77777777" w:rsidR="00FE489B" w:rsidRDefault="00FE489B" w:rsidP="00C16ABF">
      <w:pPr>
        <w:spacing w:after="0" w:line="240" w:lineRule="auto"/>
      </w:pPr>
      <w:r>
        <w:separator/>
      </w:r>
    </w:p>
  </w:footnote>
  <w:footnote w:type="continuationSeparator" w:id="0">
    <w:p w14:paraId="0C59FB6E" w14:textId="77777777" w:rsidR="00FE489B" w:rsidRDefault="00FE489B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0BC"/>
    <w:rsid w:val="000E3B1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44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88D"/>
    <w:rsid w:val="008E64F4"/>
    <w:rsid w:val="008F12C9"/>
    <w:rsid w:val="008F6E29"/>
    <w:rsid w:val="00916188"/>
    <w:rsid w:val="00923D7D"/>
    <w:rsid w:val="009508DF"/>
    <w:rsid w:val="00950DAC"/>
    <w:rsid w:val="00954A07"/>
    <w:rsid w:val="00981FA2"/>
    <w:rsid w:val="00984B23"/>
    <w:rsid w:val="00984FF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B0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5B0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FF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C4899"/>
    <w:rsid w:val="00ED03AB"/>
    <w:rsid w:val="00ED32D2"/>
    <w:rsid w:val="00EE32DE"/>
    <w:rsid w:val="00EE5457"/>
    <w:rsid w:val="00F070AB"/>
    <w:rsid w:val="00F17567"/>
    <w:rsid w:val="00F27A7B"/>
    <w:rsid w:val="00F472A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89B"/>
    <w:rsid w:val="00FF016A"/>
    <w:rsid w:val="00FF1401"/>
    <w:rsid w:val="00FF5E7D"/>
    <w:rsid w:val="01D7D55F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D365C3-400B-4EE1-8F65-0C12B5D34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A3119A-322E-480C-819B-967DABE3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1589</Words>
  <Characters>9535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11</cp:revision>
  <cp:lastPrinted>2019-02-06T12:12:00Z</cp:lastPrinted>
  <dcterms:created xsi:type="dcterms:W3CDTF">2020-11-23T05:45:00Z</dcterms:created>
  <dcterms:modified xsi:type="dcterms:W3CDTF">2021-09-03T12:31:00Z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